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92279" w14:textId="601E86BA" w:rsidR="00C160F2" w:rsidRPr="00C160F2" w:rsidRDefault="00C160F2" w:rsidP="00C160F2">
      <w:pPr>
        <w:spacing w:beforeLines="100" w:before="360" w:afterLines="100" w:after="360"/>
        <w:jc w:val="left"/>
        <w:rPr>
          <w:rFonts w:asciiTheme="minorEastAsia" w:hAnsiTheme="minorEastAsia"/>
          <w:sz w:val="22"/>
        </w:rPr>
      </w:pPr>
      <w:r w:rsidRPr="00C160F2">
        <w:rPr>
          <w:rFonts w:asciiTheme="minorEastAsia" w:hAnsiTheme="minorEastAsia" w:hint="eastAsia"/>
          <w:sz w:val="22"/>
        </w:rPr>
        <w:t>（様式カ）</w:t>
      </w:r>
    </w:p>
    <w:p w14:paraId="6D2D9A8A" w14:textId="59280C9F" w:rsidR="0068770B" w:rsidRPr="0024244F" w:rsidRDefault="0024244F" w:rsidP="0024244F">
      <w:pPr>
        <w:spacing w:beforeLines="100" w:before="360" w:afterLines="100" w:after="360"/>
        <w:jc w:val="center"/>
        <w:rPr>
          <w:rFonts w:ascii="游明朝" w:eastAsia="游明朝" w:hAnsi="游明朝"/>
          <w:b/>
          <w:sz w:val="40"/>
        </w:rPr>
      </w:pPr>
      <w:r w:rsidRPr="0024244F">
        <w:rPr>
          <w:rFonts w:ascii="游明朝" w:eastAsia="游明朝" w:hAnsi="游明朝" w:hint="eastAsia"/>
          <w:b/>
          <w:sz w:val="40"/>
        </w:rPr>
        <w:t>開札立会申請書</w:t>
      </w:r>
    </w:p>
    <w:tbl>
      <w:tblPr>
        <w:tblStyle w:val="af1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096"/>
      </w:tblGrid>
      <w:tr w:rsidR="0024244F" w:rsidRPr="0024244F" w14:paraId="367E3F9F" w14:textId="77777777" w:rsidTr="00C82169">
        <w:tc>
          <w:tcPr>
            <w:tcW w:w="2126" w:type="dxa"/>
            <w:vAlign w:val="center"/>
          </w:tcPr>
          <w:p w14:paraId="098E9879" w14:textId="77777777" w:rsidR="0024244F" w:rsidRPr="0024244F" w:rsidRDefault="0024244F" w:rsidP="00C82169">
            <w:pPr>
              <w:rPr>
                <w:rFonts w:ascii="游明朝" w:eastAsia="游明朝" w:hAnsi="游明朝"/>
                <w:sz w:val="24"/>
              </w:rPr>
            </w:pPr>
            <w:r w:rsidRPr="00C82169">
              <w:rPr>
                <w:rFonts w:ascii="游明朝" w:eastAsia="游明朝" w:hAnsi="游明朝" w:hint="eastAsia"/>
                <w:spacing w:val="40"/>
                <w:kern w:val="0"/>
                <w:sz w:val="24"/>
                <w:fitText w:val="1200" w:id="-1213546496"/>
              </w:rPr>
              <w:t>入札件</w:t>
            </w:r>
            <w:r w:rsidRPr="00C82169">
              <w:rPr>
                <w:rFonts w:ascii="游明朝" w:eastAsia="游明朝" w:hAnsi="游明朝" w:hint="eastAsia"/>
                <w:kern w:val="0"/>
                <w:sz w:val="24"/>
                <w:fitText w:val="1200" w:id="-1213546496"/>
              </w:rPr>
              <w:t>名</w:t>
            </w:r>
          </w:p>
        </w:tc>
        <w:tc>
          <w:tcPr>
            <w:tcW w:w="6096" w:type="dxa"/>
            <w:vAlign w:val="center"/>
          </w:tcPr>
          <w:p w14:paraId="3E7C02A5" w14:textId="77777777" w:rsidR="00F328A3" w:rsidRPr="00DD3AE0" w:rsidRDefault="00DD3AE0" w:rsidP="00DD3AE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桜井市芝運動公園総合体育館照明設備整備に係るリース</w:t>
            </w:r>
          </w:p>
        </w:tc>
      </w:tr>
      <w:tr w:rsidR="0024244F" w:rsidRPr="0024244F" w14:paraId="1FE9CA30" w14:textId="77777777" w:rsidTr="00C82169">
        <w:tc>
          <w:tcPr>
            <w:tcW w:w="2126" w:type="dxa"/>
            <w:vAlign w:val="center"/>
          </w:tcPr>
          <w:p w14:paraId="245B7BC6" w14:textId="77777777" w:rsidR="0024244F" w:rsidRPr="0024244F" w:rsidRDefault="0024244F" w:rsidP="00C82169">
            <w:pPr>
              <w:rPr>
                <w:rFonts w:ascii="游明朝" w:eastAsia="游明朝" w:hAnsi="游明朝"/>
                <w:sz w:val="24"/>
              </w:rPr>
            </w:pPr>
            <w:r w:rsidRPr="0024244F">
              <w:rPr>
                <w:rFonts w:ascii="游明朝" w:eastAsia="游明朝" w:hAnsi="游明朝" w:hint="eastAsia"/>
                <w:sz w:val="24"/>
              </w:rPr>
              <w:t>開札年月日</w:t>
            </w:r>
          </w:p>
        </w:tc>
        <w:tc>
          <w:tcPr>
            <w:tcW w:w="6096" w:type="dxa"/>
            <w:vAlign w:val="center"/>
          </w:tcPr>
          <w:p w14:paraId="64A81991" w14:textId="2FAE46D8" w:rsidR="0024244F" w:rsidRPr="00F328A3" w:rsidRDefault="00C160F2" w:rsidP="00C82169">
            <w:pPr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令和８</w:t>
            </w:r>
            <w:r w:rsidR="00F328A3" w:rsidRPr="00F328A3">
              <w:rPr>
                <w:rFonts w:ascii="游明朝" w:eastAsia="游明朝" w:hAnsi="游明朝" w:hint="eastAsia"/>
                <w:sz w:val="24"/>
              </w:rPr>
              <w:t>年</w:t>
            </w:r>
            <w:r>
              <w:rPr>
                <w:rFonts w:ascii="游明朝" w:eastAsia="游明朝" w:hAnsi="游明朝" w:hint="eastAsia"/>
                <w:sz w:val="24"/>
              </w:rPr>
              <w:t>２</w:t>
            </w:r>
            <w:r w:rsidR="0024244F" w:rsidRPr="00F328A3">
              <w:rPr>
                <w:rFonts w:ascii="游明朝" w:eastAsia="游明朝" w:hAnsi="游明朝" w:hint="eastAsia"/>
                <w:sz w:val="24"/>
              </w:rPr>
              <w:t>月</w:t>
            </w:r>
            <w:r>
              <w:rPr>
                <w:rFonts w:ascii="游明朝" w:eastAsia="游明朝" w:hAnsi="游明朝" w:hint="eastAsia"/>
                <w:sz w:val="24"/>
              </w:rPr>
              <w:t>２７</w:t>
            </w:r>
            <w:r w:rsidR="0024244F" w:rsidRPr="00F328A3">
              <w:rPr>
                <w:rFonts w:ascii="游明朝" w:eastAsia="游明朝" w:hAnsi="游明朝" w:hint="eastAsia"/>
                <w:sz w:val="24"/>
              </w:rPr>
              <w:t>日</w:t>
            </w:r>
          </w:p>
        </w:tc>
      </w:tr>
    </w:tbl>
    <w:p w14:paraId="66FE463D" w14:textId="77777777" w:rsidR="0024244F" w:rsidRPr="00F328A3" w:rsidRDefault="0024244F" w:rsidP="006A5A4D">
      <w:pPr>
        <w:spacing w:beforeLines="100" w:before="360" w:afterLines="100" w:after="360"/>
        <w:jc w:val="left"/>
        <w:rPr>
          <w:rFonts w:ascii="游明朝" w:eastAsia="游明朝" w:hAnsi="游明朝"/>
          <w:sz w:val="24"/>
        </w:rPr>
      </w:pPr>
      <w:r w:rsidRPr="00F328A3">
        <w:rPr>
          <w:rFonts w:ascii="游明朝" w:eastAsia="游明朝" w:hAnsi="游明朝" w:hint="eastAsia"/>
          <w:sz w:val="24"/>
        </w:rPr>
        <w:t>上記の入札にかかる開札立会いを希望するので申請します。</w:t>
      </w:r>
    </w:p>
    <w:p w14:paraId="43D971D8" w14:textId="77777777" w:rsidR="0024244F" w:rsidRPr="006A5A4D" w:rsidRDefault="0024244F" w:rsidP="0024244F">
      <w:pPr>
        <w:wordWrap w:val="0"/>
        <w:jc w:val="right"/>
        <w:rPr>
          <w:rFonts w:ascii="游明朝" w:eastAsia="游明朝" w:hAnsi="游明朝"/>
          <w:sz w:val="24"/>
        </w:rPr>
      </w:pPr>
      <w:r w:rsidRPr="006A5A4D">
        <w:rPr>
          <w:rFonts w:ascii="游明朝" w:eastAsia="游明朝" w:hAnsi="游明朝" w:hint="eastAsia"/>
          <w:sz w:val="24"/>
        </w:rPr>
        <w:t xml:space="preserve">令和　　年　　月　</w:t>
      </w:r>
      <w:r w:rsidR="00F328A3">
        <w:rPr>
          <w:rFonts w:ascii="游明朝" w:eastAsia="游明朝" w:hAnsi="游明朝" w:hint="eastAsia"/>
          <w:sz w:val="24"/>
        </w:rPr>
        <w:t xml:space="preserve">　</w:t>
      </w:r>
      <w:r w:rsidRPr="006A5A4D">
        <w:rPr>
          <w:rFonts w:ascii="游明朝" w:eastAsia="游明朝" w:hAnsi="游明朝" w:hint="eastAsia"/>
          <w:sz w:val="24"/>
        </w:rPr>
        <w:t>日</w:t>
      </w:r>
    </w:p>
    <w:p w14:paraId="07F14397" w14:textId="77777777" w:rsidR="0024244F" w:rsidRPr="00F328A3" w:rsidRDefault="0024244F" w:rsidP="00F328A3">
      <w:pPr>
        <w:spacing w:afterLines="200" w:after="720"/>
        <w:jc w:val="left"/>
        <w:rPr>
          <w:rFonts w:ascii="游明朝" w:eastAsia="游明朝" w:hAnsi="游明朝"/>
          <w:sz w:val="28"/>
        </w:rPr>
      </w:pPr>
      <w:r w:rsidRPr="00F328A3">
        <w:rPr>
          <w:rFonts w:ascii="游明朝" w:eastAsia="游明朝" w:hAnsi="游明朝" w:hint="eastAsia"/>
          <w:sz w:val="28"/>
        </w:rPr>
        <w:t>桜井市長　松井　正剛</w:t>
      </w:r>
      <w:r w:rsidR="00F328A3" w:rsidRPr="00F328A3">
        <w:rPr>
          <w:rFonts w:ascii="游明朝" w:eastAsia="游明朝" w:hAnsi="游明朝" w:hint="eastAsia"/>
          <w:sz w:val="28"/>
        </w:rPr>
        <w:t xml:space="preserve">　様</w:t>
      </w:r>
    </w:p>
    <w:tbl>
      <w:tblPr>
        <w:tblStyle w:val="af1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4508"/>
      </w:tblGrid>
      <w:tr w:rsidR="0024244F" w:rsidRPr="0024244F" w14:paraId="044B197C" w14:textId="77777777" w:rsidTr="006A5A4D">
        <w:tc>
          <w:tcPr>
            <w:tcW w:w="1819" w:type="dxa"/>
          </w:tcPr>
          <w:p w14:paraId="4DBA9C58" w14:textId="77777777" w:rsidR="0024244F" w:rsidRPr="00F328A3" w:rsidRDefault="006A5A4D" w:rsidP="006A5A4D">
            <w:pPr>
              <w:jc w:val="left"/>
              <w:rPr>
                <w:rFonts w:ascii="游明朝" w:eastAsia="游明朝" w:hAnsi="游明朝"/>
                <w:sz w:val="24"/>
              </w:rPr>
            </w:pPr>
            <w:r w:rsidRPr="00F328A3">
              <w:rPr>
                <w:rFonts w:ascii="游明朝" w:eastAsia="游明朝" w:hAnsi="游明朝" w:hint="eastAsia"/>
                <w:sz w:val="24"/>
              </w:rPr>
              <w:t>申　請　者</w:t>
            </w:r>
          </w:p>
        </w:tc>
        <w:tc>
          <w:tcPr>
            <w:tcW w:w="4508" w:type="dxa"/>
          </w:tcPr>
          <w:p w14:paraId="0B0CC76B" w14:textId="77777777" w:rsidR="0024244F" w:rsidRPr="0024244F" w:rsidRDefault="0024244F" w:rsidP="0024244F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4244F" w:rsidRPr="0024244F" w14:paraId="61E0B968" w14:textId="77777777" w:rsidTr="006A5A4D">
        <w:tc>
          <w:tcPr>
            <w:tcW w:w="1819" w:type="dxa"/>
          </w:tcPr>
          <w:p w14:paraId="501D53B5" w14:textId="77777777" w:rsidR="0024244F" w:rsidRPr="00F328A3" w:rsidRDefault="006A5A4D" w:rsidP="006A5A4D">
            <w:pPr>
              <w:jc w:val="right"/>
              <w:rPr>
                <w:rFonts w:ascii="游明朝" w:eastAsia="游明朝" w:hAnsi="游明朝"/>
                <w:sz w:val="24"/>
              </w:rPr>
            </w:pPr>
            <w:r w:rsidRPr="00F328A3">
              <w:rPr>
                <w:rFonts w:ascii="游明朝" w:eastAsia="游明朝" w:hAnsi="游明朝" w:hint="eastAsia"/>
                <w:sz w:val="24"/>
              </w:rPr>
              <w:t>住　　所</w:t>
            </w:r>
          </w:p>
        </w:tc>
        <w:tc>
          <w:tcPr>
            <w:tcW w:w="4508" w:type="dxa"/>
          </w:tcPr>
          <w:p w14:paraId="1021204C" w14:textId="77777777" w:rsidR="0024244F" w:rsidRPr="0024244F" w:rsidRDefault="0024244F" w:rsidP="0024244F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4244F" w:rsidRPr="0024244F" w14:paraId="23F9B551" w14:textId="77777777" w:rsidTr="006A5A4D">
        <w:tc>
          <w:tcPr>
            <w:tcW w:w="1819" w:type="dxa"/>
          </w:tcPr>
          <w:p w14:paraId="0535B4A9" w14:textId="77777777" w:rsidR="0024244F" w:rsidRPr="00F328A3" w:rsidRDefault="006A5A4D" w:rsidP="006A5A4D">
            <w:pPr>
              <w:jc w:val="right"/>
              <w:rPr>
                <w:rFonts w:ascii="游明朝" w:eastAsia="游明朝" w:hAnsi="游明朝"/>
                <w:sz w:val="24"/>
              </w:rPr>
            </w:pPr>
            <w:r w:rsidRPr="00F328A3">
              <w:rPr>
                <w:rFonts w:ascii="游明朝" w:eastAsia="游明朝" w:hAnsi="游明朝" w:hint="eastAsia"/>
                <w:spacing w:val="60"/>
                <w:kern w:val="0"/>
                <w:sz w:val="24"/>
                <w:fitText w:val="960" w:id="-1213549568"/>
              </w:rPr>
              <w:t>業者</w:t>
            </w:r>
            <w:r w:rsidRPr="00F328A3">
              <w:rPr>
                <w:rFonts w:ascii="游明朝" w:eastAsia="游明朝" w:hAnsi="游明朝" w:hint="eastAsia"/>
                <w:kern w:val="0"/>
                <w:sz w:val="24"/>
                <w:fitText w:val="960" w:id="-1213549568"/>
              </w:rPr>
              <w:t>名</w:t>
            </w:r>
          </w:p>
        </w:tc>
        <w:tc>
          <w:tcPr>
            <w:tcW w:w="4508" w:type="dxa"/>
          </w:tcPr>
          <w:p w14:paraId="78605DC1" w14:textId="77777777" w:rsidR="0024244F" w:rsidRPr="0024244F" w:rsidRDefault="0024244F" w:rsidP="0024244F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4244F" w:rsidRPr="0024244F" w14:paraId="4BBE7813" w14:textId="77777777" w:rsidTr="006A5A4D">
        <w:tc>
          <w:tcPr>
            <w:tcW w:w="1819" w:type="dxa"/>
          </w:tcPr>
          <w:p w14:paraId="3DADB62C" w14:textId="77777777" w:rsidR="006A5A4D" w:rsidRPr="00F328A3" w:rsidRDefault="006A5A4D" w:rsidP="006A5A4D">
            <w:pPr>
              <w:jc w:val="right"/>
              <w:rPr>
                <w:rFonts w:ascii="游明朝" w:eastAsia="游明朝" w:hAnsi="游明朝"/>
                <w:sz w:val="24"/>
              </w:rPr>
            </w:pPr>
            <w:r w:rsidRPr="00F328A3">
              <w:rPr>
                <w:rFonts w:ascii="游明朝" w:eastAsia="游明朝" w:hAnsi="游明朝" w:hint="eastAsia"/>
                <w:sz w:val="24"/>
              </w:rPr>
              <w:t>代表者名</w:t>
            </w:r>
          </w:p>
        </w:tc>
        <w:tc>
          <w:tcPr>
            <w:tcW w:w="4508" w:type="dxa"/>
            <w:vAlign w:val="center"/>
          </w:tcPr>
          <w:p w14:paraId="4C329657" w14:textId="77777777" w:rsidR="0024244F" w:rsidRPr="0024244F" w:rsidRDefault="006A5A4D" w:rsidP="006A5A4D">
            <w:pPr>
              <w:wordWrap w:val="0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㊞　　</w:t>
            </w:r>
          </w:p>
        </w:tc>
      </w:tr>
      <w:tr w:rsidR="006A5A4D" w:rsidRPr="0024244F" w14:paraId="1A02D011" w14:textId="77777777" w:rsidTr="006A5A4D">
        <w:tc>
          <w:tcPr>
            <w:tcW w:w="1819" w:type="dxa"/>
          </w:tcPr>
          <w:p w14:paraId="65113D07" w14:textId="77777777" w:rsidR="006A5A4D" w:rsidRDefault="006A5A4D" w:rsidP="006A5A4D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508" w:type="dxa"/>
          </w:tcPr>
          <w:p w14:paraId="615F245C" w14:textId="77777777" w:rsidR="006A5A4D" w:rsidRDefault="006A5A4D" w:rsidP="006A5A4D">
            <w:pPr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（届出印）</w:t>
            </w:r>
          </w:p>
        </w:tc>
      </w:tr>
    </w:tbl>
    <w:p w14:paraId="78F4CC34" w14:textId="74FB8D24" w:rsidR="0024244F" w:rsidRPr="006A5A4D" w:rsidRDefault="00E54B1B" w:rsidP="006A5A4D">
      <w:pPr>
        <w:spacing w:beforeLines="100" w:before="360" w:afterLines="100" w:after="360" w:line="0" w:lineRule="atLeast"/>
        <w:jc w:val="lef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※入札書提出期限までに</w:t>
      </w:r>
      <w:bookmarkStart w:id="0" w:name="_GoBack"/>
      <w:bookmarkEnd w:id="0"/>
      <w:r w:rsidR="0024244F" w:rsidRPr="006A5A4D">
        <w:rPr>
          <w:rFonts w:ascii="游明朝" w:eastAsia="游明朝" w:hAnsi="游明朝" w:hint="eastAsia"/>
          <w:sz w:val="24"/>
        </w:rPr>
        <w:t>送信してください。</w:t>
      </w:r>
    </w:p>
    <w:sectPr w:rsidR="0024244F" w:rsidRPr="006A5A4D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1C42E" w14:textId="77777777" w:rsidR="009507B1" w:rsidRDefault="009507B1" w:rsidP="009507B1">
      <w:r>
        <w:separator/>
      </w:r>
    </w:p>
  </w:endnote>
  <w:endnote w:type="continuationSeparator" w:id="0">
    <w:p w14:paraId="1C21BEB9" w14:textId="77777777" w:rsidR="009507B1" w:rsidRDefault="009507B1" w:rsidP="0095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25D3A" w14:textId="77777777" w:rsidR="009507B1" w:rsidRDefault="009507B1" w:rsidP="009507B1">
      <w:r>
        <w:separator/>
      </w:r>
    </w:p>
  </w:footnote>
  <w:footnote w:type="continuationSeparator" w:id="0">
    <w:p w14:paraId="77DD6E5D" w14:textId="77777777" w:rsidR="009507B1" w:rsidRDefault="009507B1" w:rsidP="00950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4F"/>
    <w:rsid w:val="0024244F"/>
    <w:rsid w:val="00671B09"/>
    <w:rsid w:val="0068770B"/>
    <w:rsid w:val="006A5A4D"/>
    <w:rsid w:val="009507B1"/>
    <w:rsid w:val="00C053BC"/>
    <w:rsid w:val="00C160F2"/>
    <w:rsid w:val="00C806AC"/>
    <w:rsid w:val="00C82169"/>
    <w:rsid w:val="00DD3AE0"/>
    <w:rsid w:val="00E54B1B"/>
    <w:rsid w:val="00F3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0B045A"/>
  <w15:docId w15:val="{610A92FD-22DB-4123-ACD6-FE108D94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242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9507B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9507B1"/>
  </w:style>
  <w:style w:type="paragraph" w:styleId="af4">
    <w:name w:val="footer"/>
    <w:basedOn w:val="a"/>
    <w:link w:val="af5"/>
    <w:uiPriority w:val="99"/>
    <w:unhideWhenUsed/>
    <w:rsid w:val="009507B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9507B1"/>
  </w:style>
  <w:style w:type="character" w:styleId="af6">
    <w:name w:val="annotation reference"/>
    <w:rsid w:val="00DD3AE0"/>
    <w:rPr>
      <w:sz w:val="18"/>
      <w:szCs w:val="18"/>
    </w:rPr>
  </w:style>
  <w:style w:type="paragraph" w:styleId="af7">
    <w:name w:val="annotation text"/>
    <w:basedOn w:val="a"/>
    <w:link w:val="af8"/>
    <w:rsid w:val="00DD3AE0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8">
    <w:name w:val="コメント文字列 (文字)"/>
    <w:basedOn w:val="a0"/>
    <w:link w:val="af7"/>
    <w:rsid w:val="00DD3AE0"/>
    <w:rPr>
      <w:rFonts w:ascii="Century" w:eastAsia="ＭＳ 明朝" w:hAnsi="Century" w:cs="Times New Roman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DD3A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DD3A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91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未来</dc:creator>
  <cp:keywords/>
  <dc:description/>
  <cp:lastModifiedBy>岡本 知徳</cp:lastModifiedBy>
  <cp:revision>9</cp:revision>
  <cp:lastPrinted>2023-07-21T02:02:00Z</cp:lastPrinted>
  <dcterms:created xsi:type="dcterms:W3CDTF">2023-07-21T01:02:00Z</dcterms:created>
  <dcterms:modified xsi:type="dcterms:W3CDTF">2026-01-23T02:47:00Z</dcterms:modified>
</cp:coreProperties>
</file>